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47274A" w:rsidRDefault="00787344" w:rsidP="006D437B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  <w:r w:rsidR="006D437B">
        <w:rPr>
          <w:b/>
          <w:sz w:val="30"/>
        </w:rPr>
        <w:br/>
      </w:r>
      <w:r>
        <w:rPr>
          <w:b/>
          <w:sz w:val="30"/>
        </w:rPr>
        <w:t>«Заполярный район»</w:t>
      </w:r>
      <w:r w:rsidR="006D437B">
        <w:rPr>
          <w:b/>
          <w:sz w:val="30"/>
        </w:rPr>
        <w:t xml:space="preserve"> </w:t>
      </w:r>
      <w:r w:rsidR="0047274A"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6D437B">
        <w:rPr>
          <w:b/>
          <w:sz w:val="28"/>
          <w:szCs w:val="28"/>
          <w:u w:val="single"/>
        </w:rPr>
        <w:t>25</w:t>
      </w:r>
      <w:bookmarkStart w:id="0" w:name="_GoBack"/>
      <w:bookmarkEnd w:id="0"/>
      <w:r w:rsidR="00ED5EC2">
        <w:rPr>
          <w:b/>
          <w:sz w:val="28"/>
          <w:szCs w:val="28"/>
          <w:u w:val="single"/>
        </w:rPr>
        <w:t>.</w:t>
      </w:r>
      <w:r w:rsidR="004C144B">
        <w:rPr>
          <w:b/>
          <w:sz w:val="28"/>
          <w:szCs w:val="28"/>
          <w:u w:val="single"/>
        </w:rPr>
        <w:t>01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4C144B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№ </w:t>
      </w:r>
      <w:r w:rsidR="006D437B">
        <w:rPr>
          <w:b/>
          <w:sz w:val="28"/>
          <w:szCs w:val="28"/>
          <w:u w:val="single"/>
        </w:rPr>
        <w:t>31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13463B">
        <w:rPr>
          <w:sz w:val="20"/>
        </w:rPr>
        <w:t>р.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4C144B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4C144B">
              <w:rPr>
                <w:sz w:val="22"/>
              </w:rPr>
              <w:t>29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4C144B">
              <w:rPr>
                <w:sz w:val="22"/>
              </w:rPr>
              <w:t>3</w:t>
            </w:r>
            <w:r>
              <w:rPr>
                <w:sz w:val="22"/>
              </w:rPr>
              <w:t xml:space="preserve"> № </w:t>
            </w:r>
            <w:r w:rsidR="00956AF9">
              <w:rPr>
                <w:sz w:val="22"/>
              </w:rPr>
              <w:t>4</w:t>
            </w:r>
            <w:r w:rsidR="004C144B">
              <w:rPr>
                <w:sz w:val="22"/>
              </w:rPr>
              <w:t>33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7A2A27" w:rsidRDefault="00787344" w:rsidP="00163CEE">
      <w:pPr>
        <w:ind w:firstLine="709"/>
        <w:jc w:val="both"/>
        <w:rPr>
          <w:sz w:val="26"/>
          <w:szCs w:val="26"/>
        </w:rPr>
      </w:pPr>
      <w:r w:rsidRPr="007A2A27">
        <w:rPr>
          <w:sz w:val="26"/>
          <w:szCs w:val="26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7A2A27">
        <w:rPr>
          <w:sz w:val="26"/>
          <w:szCs w:val="26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7A2A27">
        <w:rPr>
          <w:sz w:val="26"/>
          <w:szCs w:val="26"/>
        </w:rPr>
        <w:t>х</w:t>
      </w:r>
      <w:r w:rsidRPr="007A2A27">
        <w:rPr>
          <w:sz w:val="26"/>
          <w:szCs w:val="26"/>
        </w:rPr>
        <w:t xml:space="preserve"> предприятий и учреждений Заполярного района, утвержденным Администрацией</w:t>
      </w:r>
      <w:r w:rsidR="00A62700" w:rsidRPr="007A2A27">
        <w:rPr>
          <w:sz w:val="26"/>
          <w:szCs w:val="26"/>
        </w:rPr>
        <w:t xml:space="preserve"> </w:t>
      </w:r>
      <w:r w:rsidRPr="007A2A27">
        <w:rPr>
          <w:sz w:val="26"/>
          <w:szCs w:val="26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 w:rsidRPr="007A2A27">
        <w:rPr>
          <w:sz w:val="26"/>
          <w:szCs w:val="26"/>
        </w:rPr>
        <w:t>Ненецкого автономного округа</w:t>
      </w:r>
      <w:r w:rsidRPr="007A2A27">
        <w:rPr>
          <w:sz w:val="26"/>
          <w:szCs w:val="26"/>
        </w:rPr>
        <w:t xml:space="preserve"> ПОСТАНОВЛЯЕТ:</w:t>
      </w:r>
    </w:p>
    <w:p w:rsidR="00AC3D03" w:rsidRPr="007A2A27" w:rsidRDefault="00AC3D03" w:rsidP="00163CEE">
      <w:pPr>
        <w:ind w:firstLine="709"/>
        <w:jc w:val="both"/>
        <w:rPr>
          <w:sz w:val="26"/>
          <w:szCs w:val="26"/>
        </w:rPr>
      </w:pPr>
    </w:p>
    <w:p w:rsidR="0087095A" w:rsidRPr="0087095A" w:rsidRDefault="0087095A" w:rsidP="0087095A">
      <w:pPr>
        <w:pStyle w:val="aa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87095A">
        <w:rPr>
          <w:sz w:val="26"/>
          <w:szCs w:val="26"/>
        </w:rPr>
        <w:t xml:space="preserve">Дополнить постановление Администрации Заполярного района от </w:t>
      </w:r>
      <w:r w:rsidR="004C144B">
        <w:rPr>
          <w:sz w:val="26"/>
          <w:szCs w:val="26"/>
        </w:rPr>
        <w:t>29</w:t>
      </w:r>
      <w:r w:rsidRPr="0087095A">
        <w:rPr>
          <w:sz w:val="26"/>
          <w:szCs w:val="26"/>
        </w:rPr>
        <w:t>.12.202</w:t>
      </w:r>
      <w:r w:rsidR="004C144B">
        <w:rPr>
          <w:sz w:val="26"/>
          <w:szCs w:val="26"/>
        </w:rPr>
        <w:t>3</w:t>
      </w:r>
      <w:r w:rsidRPr="0087095A">
        <w:rPr>
          <w:sz w:val="26"/>
          <w:szCs w:val="26"/>
        </w:rPr>
        <w:t xml:space="preserve"> № 4</w:t>
      </w:r>
      <w:r w:rsidR="004C144B">
        <w:rPr>
          <w:sz w:val="26"/>
          <w:szCs w:val="26"/>
        </w:rPr>
        <w:t>33</w:t>
      </w:r>
      <w:r w:rsidRPr="0087095A">
        <w:rPr>
          <w:sz w:val="26"/>
          <w:szCs w:val="26"/>
        </w:rPr>
        <w:t>п «Об утверждении тарифов на услуги (работы) МП ЗР «</w:t>
      </w:r>
      <w:proofErr w:type="spellStart"/>
      <w:r w:rsidRPr="0087095A">
        <w:rPr>
          <w:sz w:val="26"/>
          <w:szCs w:val="26"/>
        </w:rPr>
        <w:t>Севержилкомсервис</w:t>
      </w:r>
      <w:proofErr w:type="spellEnd"/>
      <w:r w:rsidRPr="0087095A">
        <w:rPr>
          <w:sz w:val="26"/>
          <w:szCs w:val="26"/>
        </w:rPr>
        <w:t>» на 202</w:t>
      </w:r>
      <w:r w:rsidR="004C144B">
        <w:rPr>
          <w:sz w:val="26"/>
          <w:szCs w:val="26"/>
        </w:rPr>
        <w:t>4</w:t>
      </w:r>
      <w:r w:rsidRPr="0087095A">
        <w:rPr>
          <w:sz w:val="26"/>
          <w:szCs w:val="26"/>
        </w:rPr>
        <w:t xml:space="preserve"> год» приложени</w:t>
      </w:r>
      <w:r w:rsidR="00BB2627">
        <w:rPr>
          <w:sz w:val="26"/>
          <w:szCs w:val="26"/>
        </w:rPr>
        <w:t>я</w:t>
      </w:r>
      <w:r w:rsidRPr="0087095A">
        <w:rPr>
          <w:sz w:val="26"/>
          <w:szCs w:val="26"/>
        </w:rPr>
        <w:t>м</w:t>
      </w:r>
      <w:r w:rsidR="00BB2627">
        <w:rPr>
          <w:sz w:val="26"/>
          <w:szCs w:val="26"/>
        </w:rPr>
        <w:t>и</w:t>
      </w:r>
      <w:r w:rsidRPr="0087095A">
        <w:rPr>
          <w:sz w:val="26"/>
          <w:szCs w:val="26"/>
        </w:rPr>
        <w:t xml:space="preserve"> № </w:t>
      </w:r>
      <w:r w:rsidR="00BB2627">
        <w:rPr>
          <w:sz w:val="26"/>
          <w:szCs w:val="26"/>
        </w:rPr>
        <w:t>5,</w:t>
      </w:r>
      <w:r w:rsidR="00B05327">
        <w:rPr>
          <w:sz w:val="26"/>
          <w:szCs w:val="26"/>
        </w:rPr>
        <w:t xml:space="preserve"> </w:t>
      </w:r>
      <w:r w:rsidR="00BB2627">
        <w:rPr>
          <w:sz w:val="26"/>
          <w:szCs w:val="26"/>
        </w:rPr>
        <w:t xml:space="preserve">6 </w:t>
      </w:r>
      <w:r w:rsidRPr="0087095A">
        <w:rPr>
          <w:sz w:val="26"/>
          <w:szCs w:val="26"/>
        </w:rPr>
        <w:t xml:space="preserve">следующего содержания: </w:t>
      </w:r>
    </w:p>
    <w:p w:rsidR="0047274A" w:rsidRPr="007A2A27" w:rsidRDefault="0047274A" w:rsidP="0087095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</w:p>
    <w:p w:rsidR="00307E3C" w:rsidRPr="007A2A27" w:rsidRDefault="00307E3C" w:rsidP="0047274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  <w:r w:rsidRPr="007A2A27">
        <w:rPr>
          <w:sz w:val="26"/>
          <w:szCs w:val="26"/>
        </w:rPr>
        <w:t>«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645285">
        <w:rPr>
          <w:sz w:val="26"/>
          <w:szCs w:val="26"/>
        </w:rPr>
        <w:t xml:space="preserve">риложение № </w:t>
      </w:r>
      <w:r w:rsidR="00BB2627">
        <w:rPr>
          <w:sz w:val="26"/>
          <w:szCs w:val="26"/>
        </w:rPr>
        <w:t>5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к постановлению Администрации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Заполярного района</w:t>
      </w:r>
    </w:p>
    <w:p w:rsidR="0047274A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 xml:space="preserve">от </w:t>
      </w:r>
      <w:r w:rsidR="004C144B">
        <w:rPr>
          <w:sz w:val="26"/>
          <w:szCs w:val="26"/>
        </w:rPr>
        <w:t>29</w:t>
      </w:r>
      <w:r w:rsidR="00956AF9">
        <w:rPr>
          <w:sz w:val="26"/>
          <w:szCs w:val="26"/>
        </w:rPr>
        <w:t>.12.202</w:t>
      </w:r>
      <w:r w:rsidR="004C144B">
        <w:rPr>
          <w:sz w:val="26"/>
          <w:szCs w:val="26"/>
        </w:rPr>
        <w:t>3</w:t>
      </w:r>
      <w:r w:rsidRPr="00645285">
        <w:rPr>
          <w:sz w:val="26"/>
          <w:szCs w:val="26"/>
        </w:rPr>
        <w:t xml:space="preserve"> № </w:t>
      </w:r>
      <w:r w:rsidR="00956AF9">
        <w:rPr>
          <w:sz w:val="26"/>
          <w:szCs w:val="26"/>
        </w:rPr>
        <w:t>4</w:t>
      </w:r>
      <w:r w:rsidR="004C144B">
        <w:rPr>
          <w:sz w:val="26"/>
          <w:szCs w:val="26"/>
        </w:rPr>
        <w:t>33</w:t>
      </w:r>
      <w:r w:rsidRPr="00645285">
        <w:rPr>
          <w:sz w:val="26"/>
          <w:szCs w:val="26"/>
        </w:rPr>
        <w:t>п</w:t>
      </w:r>
    </w:p>
    <w:p w:rsidR="00BB2627" w:rsidRDefault="00BB2627" w:rsidP="0047274A">
      <w:pPr>
        <w:jc w:val="right"/>
        <w:rPr>
          <w:sz w:val="26"/>
          <w:szCs w:val="26"/>
        </w:rPr>
      </w:pPr>
    </w:p>
    <w:p w:rsidR="00BB2627" w:rsidRDefault="00BB2627" w:rsidP="0047274A">
      <w:pPr>
        <w:jc w:val="right"/>
        <w:rPr>
          <w:sz w:val="26"/>
          <w:szCs w:val="26"/>
        </w:rPr>
      </w:pPr>
    </w:p>
    <w:p w:rsidR="00BB2627" w:rsidRDefault="00BB2627" w:rsidP="0047274A">
      <w:pPr>
        <w:jc w:val="right"/>
        <w:rPr>
          <w:sz w:val="26"/>
          <w:szCs w:val="26"/>
        </w:rPr>
      </w:pPr>
    </w:p>
    <w:p w:rsidR="00BB2627" w:rsidRDefault="00BB2627" w:rsidP="0047274A">
      <w:pPr>
        <w:jc w:val="right"/>
        <w:rPr>
          <w:sz w:val="26"/>
          <w:szCs w:val="26"/>
        </w:rPr>
      </w:pPr>
    </w:p>
    <w:p w:rsidR="00BB2627" w:rsidRDefault="00BB2627" w:rsidP="0047274A">
      <w:pPr>
        <w:jc w:val="right"/>
        <w:rPr>
          <w:sz w:val="26"/>
          <w:szCs w:val="26"/>
        </w:rPr>
      </w:pPr>
    </w:p>
    <w:p w:rsidR="00BB2627" w:rsidRDefault="00BB2627" w:rsidP="0047274A">
      <w:pPr>
        <w:jc w:val="right"/>
        <w:rPr>
          <w:sz w:val="26"/>
          <w:szCs w:val="26"/>
        </w:rPr>
      </w:pPr>
    </w:p>
    <w:p w:rsidR="00BB2627" w:rsidRDefault="00BB2627" w:rsidP="0047274A">
      <w:pPr>
        <w:jc w:val="right"/>
        <w:rPr>
          <w:sz w:val="26"/>
          <w:szCs w:val="26"/>
        </w:rPr>
      </w:pPr>
    </w:p>
    <w:p w:rsidR="00BB2627" w:rsidRDefault="00BB2627" w:rsidP="0047274A">
      <w:pPr>
        <w:jc w:val="right"/>
        <w:rPr>
          <w:sz w:val="26"/>
          <w:szCs w:val="26"/>
        </w:rPr>
      </w:pPr>
    </w:p>
    <w:p w:rsidR="00BB2627" w:rsidRDefault="00BB2627" w:rsidP="0047274A">
      <w:pPr>
        <w:jc w:val="right"/>
        <w:rPr>
          <w:sz w:val="26"/>
          <w:szCs w:val="26"/>
        </w:rPr>
      </w:pPr>
    </w:p>
    <w:p w:rsidR="00BB2627" w:rsidRDefault="00BB2627" w:rsidP="0047274A">
      <w:pPr>
        <w:jc w:val="right"/>
        <w:rPr>
          <w:sz w:val="26"/>
          <w:szCs w:val="26"/>
        </w:rPr>
      </w:pPr>
    </w:p>
    <w:p w:rsidR="0047274A" w:rsidRDefault="0047274A" w:rsidP="0047274A">
      <w:pPr>
        <w:jc w:val="right"/>
        <w:rPr>
          <w:sz w:val="26"/>
          <w:szCs w:val="26"/>
        </w:rPr>
      </w:pPr>
    </w:p>
    <w:p w:rsidR="0047274A" w:rsidRPr="007A2A27" w:rsidRDefault="007A2A27" w:rsidP="0047274A">
      <w:pPr>
        <w:jc w:val="right"/>
        <w:rPr>
          <w:sz w:val="26"/>
          <w:szCs w:val="26"/>
        </w:rPr>
      </w:pPr>
      <w:r w:rsidRPr="007A2A27">
        <w:rPr>
          <w:sz w:val="26"/>
          <w:szCs w:val="26"/>
        </w:rPr>
        <w:t>с НДС</w:t>
      </w:r>
    </w:p>
    <w:tbl>
      <w:tblPr>
        <w:tblW w:w="9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47"/>
        <w:gridCol w:w="2126"/>
        <w:gridCol w:w="1701"/>
        <w:gridCol w:w="1559"/>
        <w:gridCol w:w="1169"/>
      </w:tblGrid>
      <w:tr w:rsidR="00BB2627" w:rsidRPr="00B05327" w:rsidTr="00332BB0">
        <w:trPr>
          <w:trHeight w:val="700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627" w:rsidRPr="00332BB0" w:rsidRDefault="00BB2627" w:rsidP="00AA1997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 xml:space="preserve">№ </w:t>
            </w:r>
            <w:r w:rsidRPr="00332BB0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4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627" w:rsidRPr="00332BB0" w:rsidRDefault="00BB2627" w:rsidP="00AA1997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 xml:space="preserve">Наименование </w:t>
            </w:r>
            <w:r w:rsidRPr="00332BB0">
              <w:rPr>
                <w:sz w:val="22"/>
                <w:szCs w:val="22"/>
              </w:rPr>
              <w:br/>
              <w:t>услуги (работы)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627" w:rsidRPr="00332BB0" w:rsidRDefault="00BB2627" w:rsidP="00B05327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Ед.</w:t>
            </w:r>
            <w:r w:rsidRPr="00332BB0">
              <w:rPr>
                <w:sz w:val="22"/>
                <w:szCs w:val="22"/>
              </w:rPr>
              <w:br/>
              <w:t>изм</w:t>
            </w:r>
            <w:r w:rsidR="00B05327" w:rsidRPr="00332BB0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Период действия тарифа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627" w:rsidRPr="00332BB0" w:rsidRDefault="00BB2627" w:rsidP="00D92BD4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 xml:space="preserve">Тариф для населения 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2627" w:rsidRPr="00B05327" w:rsidRDefault="00BB2627" w:rsidP="00AA1997">
            <w:pPr>
              <w:jc w:val="center"/>
              <w:rPr>
                <w:sz w:val="23"/>
                <w:szCs w:val="23"/>
              </w:rPr>
            </w:pPr>
            <w:r w:rsidRPr="00B05327">
              <w:rPr>
                <w:sz w:val="23"/>
                <w:szCs w:val="23"/>
              </w:rPr>
              <w:t>Тариф для прочих потребителей</w:t>
            </w:r>
          </w:p>
        </w:tc>
      </w:tr>
      <w:tr w:rsidR="00BB2627" w:rsidRPr="00B05327" w:rsidTr="00332BB0">
        <w:trPr>
          <w:trHeight w:val="700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627" w:rsidRPr="00332BB0" w:rsidRDefault="00BB2627" w:rsidP="00AA1997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1</w:t>
            </w:r>
          </w:p>
        </w:tc>
        <w:tc>
          <w:tcPr>
            <w:tcW w:w="24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627" w:rsidRPr="00332BB0" w:rsidRDefault="00BB2627" w:rsidP="00AA1997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627" w:rsidRPr="00332BB0" w:rsidRDefault="00BB2627" w:rsidP="00AA1997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2627" w:rsidRPr="00332BB0" w:rsidRDefault="00B05327" w:rsidP="00BB2627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627" w:rsidRPr="00332BB0" w:rsidRDefault="00B05327" w:rsidP="00AA1997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2627" w:rsidRPr="00B05327" w:rsidRDefault="00B05327" w:rsidP="00AA1997">
            <w:pPr>
              <w:jc w:val="center"/>
              <w:outlineLvl w:val="0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6</w:t>
            </w:r>
          </w:p>
        </w:tc>
      </w:tr>
      <w:tr w:rsidR="0047274A" w:rsidRPr="00B05327" w:rsidTr="00B05327">
        <w:trPr>
          <w:trHeight w:val="700"/>
          <w:jc w:val="center"/>
        </w:trPr>
        <w:tc>
          <w:tcPr>
            <w:tcW w:w="9711" w:type="dxa"/>
            <w:gridSpan w:val="6"/>
            <w:shd w:val="clear" w:color="auto" w:fill="auto"/>
            <w:vAlign w:val="center"/>
          </w:tcPr>
          <w:p w:rsidR="0047274A" w:rsidRPr="00332BB0" w:rsidRDefault="0047274A" w:rsidP="00AA1997">
            <w:pPr>
              <w:jc w:val="center"/>
              <w:rPr>
                <w:b/>
                <w:bCs/>
                <w:sz w:val="22"/>
                <w:szCs w:val="22"/>
              </w:rPr>
            </w:pPr>
            <w:r w:rsidRPr="00332BB0">
              <w:rPr>
                <w:b/>
                <w:bCs/>
                <w:sz w:val="22"/>
                <w:szCs w:val="22"/>
              </w:rPr>
              <w:t>Тарифы, установленные в соответствии с постановлением</w:t>
            </w:r>
          </w:p>
          <w:p w:rsidR="00B05327" w:rsidRPr="00332BB0" w:rsidRDefault="0047274A" w:rsidP="00AA1997">
            <w:pPr>
              <w:jc w:val="center"/>
              <w:rPr>
                <w:b/>
                <w:bCs/>
                <w:sz w:val="22"/>
                <w:szCs w:val="22"/>
              </w:rPr>
            </w:pPr>
            <w:r w:rsidRPr="00332BB0">
              <w:rPr>
                <w:b/>
                <w:bCs/>
                <w:sz w:val="22"/>
                <w:szCs w:val="22"/>
              </w:rPr>
              <w:t>Администрации муниципального района «Заполярный район»</w:t>
            </w:r>
            <w:r w:rsidR="006F62F0" w:rsidRPr="00332BB0">
              <w:rPr>
                <w:b/>
                <w:bCs/>
                <w:sz w:val="22"/>
                <w:szCs w:val="22"/>
              </w:rPr>
              <w:t xml:space="preserve">  </w:t>
            </w:r>
          </w:p>
          <w:p w:rsidR="0047274A" w:rsidRPr="00332BB0" w:rsidRDefault="006F62F0" w:rsidP="00AA1997">
            <w:pPr>
              <w:jc w:val="center"/>
              <w:rPr>
                <w:b/>
                <w:bCs/>
                <w:sz w:val="22"/>
                <w:szCs w:val="22"/>
              </w:rPr>
            </w:pPr>
            <w:r w:rsidRPr="00332BB0">
              <w:rPr>
                <w:b/>
                <w:bCs/>
                <w:sz w:val="22"/>
                <w:szCs w:val="22"/>
              </w:rPr>
              <w:t>Ненецкого автономного округа</w:t>
            </w:r>
            <w:r w:rsidR="00764086" w:rsidRPr="00332BB0">
              <w:rPr>
                <w:b/>
                <w:bCs/>
                <w:sz w:val="22"/>
                <w:szCs w:val="22"/>
              </w:rPr>
              <w:t>»</w:t>
            </w:r>
          </w:p>
          <w:p w:rsidR="0047274A" w:rsidRPr="00332BB0" w:rsidRDefault="0047274A" w:rsidP="00AA199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/>
                <w:bCs/>
                <w:sz w:val="22"/>
                <w:szCs w:val="22"/>
              </w:rPr>
              <w:t>от 01.02.2018 № 22п</w:t>
            </w:r>
          </w:p>
        </w:tc>
      </w:tr>
      <w:tr w:rsidR="0047274A" w:rsidRPr="00B05327" w:rsidTr="00B05327">
        <w:trPr>
          <w:trHeight w:val="325"/>
          <w:jc w:val="center"/>
        </w:trPr>
        <w:tc>
          <w:tcPr>
            <w:tcW w:w="9711" w:type="dxa"/>
            <w:gridSpan w:val="6"/>
            <w:shd w:val="clear" w:color="auto" w:fill="auto"/>
            <w:vAlign w:val="center"/>
          </w:tcPr>
          <w:p w:rsidR="0047274A" w:rsidRPr="00332BB0" w:rsidRDefault="00D92BD4" w:rsidP="00D92BD4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1</w:t>
            </w:r>
            <w:r w:rsidR="0047274A" w:rsidRPr="00332BB0">
              <w:rPr>
                <w:bCs/>
                <w:sz w:val="22"/>
                <w:szCs w:val="22"/>
              </w:rPr>
              <w:t xml:space="preserve">. </w:t>
            </w:r>
            <w:r w:rsidRPr="00332BB0">
              <w:rPr>
                <w:bCs/>
                <w:sz w:val="22"/>
                <w:szCs w:val="22"/>
              </w:rPr>
              <w:t xml:space="preserve">Услуги по доставке </w:t>
            </w:r>
            <w:r w:rsidRPr="00332BB0">
              <w:rPr>
                <w:b/>
                <w:bCs/>
                <w:sz w:val="22"/>
                <w:szCs w:val="22"/>
              </w:rPr>
              <w:t>угля</w:t>
            </w:r>
            <w:r w:rsidRPr="00332BB0">
              <w:rPr>
                <w:bCs/>
                <w:sz w:val="22"/>
                <w:szCs w:val="22"/>
              </w:rPr>
              <w:t xml:space="preserve"> для населения </w:t>
            </w:r>
            <w:r w:rsidR="0047274A" w:rsidRPr="00332BB0">
              <w:rPr>
                <w:bCs/>
                <w:sz w:val="22"/>
                <w:szCs w:val="22"/>
              </w:rPr>
              <w:t xml:space="preserve">  </w:t>
            </w:r>
          </w:p>
        </w:tc>
      </w:tr>
      <w:tr w:rsidR="00B05327" w:rsidRPr="002E6701" w:rsidTr="00973260">
        <w:trPr>
          <w:trHeight w:val="599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1.1</w:t>
            </w:r>
          </w:p>
        </w:tc>
        <w:tc>
          <w:tcPr>
            <w:tcW w:w="2447" w:type="dxa"/>
            <w:vMerge w:val="restart"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Стоимость услуги по доставке угля для населения с применением коэффициента, равного расстоянию от места погрузки до места выгрузки, выраженному в км</w:t>
            </w:r>
          </w:p>
        </w:tc>
        <w:tc>
          <w:tcPr>
            <w:tcW w:w="2126" w:type="dxa"/>
            <w:vMerge w:val="restart"/>
            <w:vAlign w:val="center"/>
          </w:tcPr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руб./от  1 до 2 (включительно) тонно-километров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01.01.2024 по 31.01.2024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327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1 057,29</w:t>
            </w:r>
          </w:p>
        </w:tc>
        <w:tc>
          <w:tcPr>
            <w:tcW w:w="1169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327" w:rsidRPr="00B05327" w:rsidRDefault="00B05327" w:rsidP="00B05327">
            <w:pPr>
              <w:jc w:val="center"/>
              <w:rPr>
                <w:bCs/>
                <w:sz w:val="23"/>
                <w:szCs w:val="23"/>
              </w:rPr>
            </w:pPr>
            <w:r w:rsidRPr="00B05327">
              <w:rPr>
                <w:bCs/>
                <w:sz w:val="23"/>
                <w:szCs w:val="23"/>
              </w:rPr>
              <w:t>-</w:t>
            </w:r>
          </w:p>
        </w:tc>
      </w:tr>
      <w:tr w:rsidR="00B05327" w:rsidRPr="002E6701" w:rsidTr="00973260">
        <w:trPr>
          <w:trHeight w:val="551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01.02.2024 по 31.12.2024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327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1 268,75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327" w:rsidRPr="00B05327" w:rsidRDefault="00B05327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B05327" w:rsidRPr="002E6701" w:rsidTr="00973260">
        <w:trPr>
          <w:trHeight w:val="547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vAlign w:val="center"/>
          </w:tcPr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руб./свыше 2 до 4</w:t>
            </w:r>
          </w:p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(включительно)  тонно-километров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01.01.2024 по 31.01.2024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327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1 170,98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327" w:rsidRPr="00B05327" w:rsidRDefault="00B05327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B05327" w:rsidRPr="002E6701" w:rsidTr="00973260">
        <w:trPr>
          <w:trHeight w:val="583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01.02.2024 по 31.12.2024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327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1 405,18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327" w:rsidRPr="00B05327" w:rsidRDefault="00B05327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B05327" w:rsidRPr="002E6701" w:rsidTr="00973260">
        <w:trPr>
          <w:trHeight w:val="462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vAlign w:val="center"/>
          </w:tcPr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 xml:space="preserve">руб./свыше 4 до 6 </w:t>
            </w:r>
          </w:p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(включительно)</w:t>
            </w:r>
          </w:p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тонно-километров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01.01.2024 по 31.01.2024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327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1 307,40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327" w:rsidRPr="00B05327" w:rsidRDefault="00B05327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B05327" w:rsidRPr="002E6701" w:rsidTr="00973260">
        <w:trPr>
          <w:trHeight w:val="56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01.02.2024 по 31.12.2024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327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1 568,88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327" w:rsidRPr="00B05327" w:rsidRDefault="00B05327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B05327" w:rsidRPr="002E6701" w:rsidTr="00973260">
        <w:trPr>
          <w:trHeight w:val="447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vAlign w:val="center"/>
          </w:tcPr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руб./свыше 6 до 8</w:t>
            </w:r>
          </w:p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(включительно)</w:t>
            </w:r>
          </w:p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 xml:space="preserve"> тонно-километров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01.01.2024 по 31.01.2024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327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1 432,46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327" w:rsidRPr="00B05327" w:rsidRDefault="00B05327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B05327" w:rsidRPr="002E6701" w:rsidTr="00973260">
        <w:trPr>
          <w:trHeight w:val="585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01.02.2024 по 31.12.2024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327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1 718,95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327" w:rsidRPr="00B05327" w:rsidRDefault="00B05327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B05327" w:rsidRPr="002E6701" w:rsidTr="00973260">
        <w:trPr>
          <w:trHeight w:val="693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vAlign w:val="center"/>
          </w:tcPr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руб./свыше 8 до 10</w:t>
            </w:r>
          </w:p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(включительно)</w:t>
            </w:r>
          </w:p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 xml:space="preserve"> тонно-километров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01.01.2024 по 31.01.2024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327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1 585,10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327" w:rsidRPr="00B05327" w:rsidRDefault="00B05327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B05327" w:rsidRPr="002E6701" w:rsidTr="00973260">
        <w:trPr>
          <w:trHeight w:val="72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05327" w:rsidRPr="00332BB0" w:rsidRDefault="00973260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</w:t>
            </w:r>
            <w:r w:rsidR="00B05327" w:rsidRPr="00332BB0">
              <w:rPr>
                <w:bCs/>
                <w:sz w:val="22"/>
                <w:szCs w:val="22"/>
              </w:rPr>
              <w:t xml:space="preserve"> 01.02.2024 по 31.12.2024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327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1 902,12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327" w:rsidRPr="00B05327" w:rsidRDefault="00B05327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F0345E" w:rsidRPr="00B05327" w:rsidTr="00B05327">
        <w:trPr>
          <w:trHeight w:val="313"/>
          <w:jc w:val="center"/>
        </w:trPr>
        <w:tc>
          <w:tcPr>
            <w:tcW w:w="9711" w:type="dxa"/>
            <w:gridSpan w:val="6"/>
            <w:shd w:val="clear" w:color="auto" w:fill="auto"/>
            <w:vAlign w:val="center"/>
          </w:tcPr>
          <w:p w:rsidR="00F0345E" w:rsidRPr="00332BB0" w:rsidRDefault="00F0345E" w:rsidP="00F0345E">
            <w:pPr>
              <w:pStyle w:val="aa"/>
              <w:numPr>
                <w:ilvl w:val="0"/>
                <w:numId w:val="40"/>
              </w:num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 xml:space="preserve">Услуги по доставке </w:t>
            </w:r>
            <w:r w:rsidRPr="00332BB0">
              <w:rPr>
                <w:b/>
                <w:bCs/>
                <w:sz w:val="22"/>
                <w:szCs w:val="22"/>
              </w:rPr>
              <w:t>дров</w:t>
            </w:r>
            <w:r w:rsidRPr="00332BB0">
              <w:rPr>
                <w:bCs/>
                <w:sz w:val="22"/>
                <w:szCs w:val="22"/>
              </w:rPr>
              <w:t xml:space="preserve"> для населения   </w:t>
            </w:r>
          </w:p>
        </w:tc>
      </w:tr>
      <w:tr w:rsidR="00973260" w:rsidRPr="002E6701" w:rsidTr="00973260">
        <w:trPr>
          <w:trHeight w:val="611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2.1</w:t>
            </w:r>
          </w:p>
        </w:tc>
        <w:tc>
          <w:tcPr>
            <w:tcW w:w="2447" w:type="dxa"/>
            <w:vMerge w:val="restart"/>
            <w:shd w:val="clear" w:color="auto" w:fill="auto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Стоимость услуги по доставке дров для населения с применением коэффициента равного расстоянию от места погрузки до места выгрузки, выраженному в км</w:t>
            </w:r>
          </w:p>
        </w:tc>
        <w:tc>
          <w:tcPr>
            <w:tcW w:w="2126" w:type="dxa"/>
            <w:vMerge w:val="restart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руб./м3*км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73260" w:rsidRPr="00332BB0" w:rsidRDefault="00973260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01.01.2024 по 31.01.2024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260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522,96</w:t>
            </w:r>
          </w:p>
        </w:tc>
        <w:tc>
          <w:tcPr>
            <w:tcW w:w="1169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3260" w:rsidRPr="00B05327" w:rsidRDefault="00973260" w:rsidP="00B05327">
            <w:pPr>
              <w:jc w:val="center"/>
              <w:rPr>
                <w:bCs/>
                <w:sz w:val="23"/>
                <w:szCs w:val="23"/>
              </w:rPr>
            </w:pPr>
          </w:p>
          <w:p w:rsidR="00973260" w:rsidRPr="00B05327" w:rsidRDefault="00973260" w:rsidP="00B05327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-</w:t>
            </w:r>
          </w:p>
          <w:p w:rsidR="00973260" w:rsidRPr="00B05327" w:rsidRDefault="00973260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973260" w:rsidRPr="002E6701" w:rsidTr="00973260">
        <w:trPr>
          <w:trHeight w:val="585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73260" w:rsidRPr="00332BB0" w:rsidRDefault="00973260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01.02.2024 по 31.12.2024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260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627,55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3260" w:rsidRPr="00B05327" w:rsidRDefault="00973260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973260" w:rsidRPr="002E6701" w:rsidTr="00973260">
        <w:trPr>
          <w:trHeight w:val="671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руб./свыше 1 до 2 (включительно)</w:t>
            </w:r>
          </w:p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 xml:space="preserve"> м3*км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73260" w:rsidRPr="00332BB0" w:rsidRDefault="00973260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01.01.2024 по 31.01.2024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260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1 045,92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3260" w:rsidRPr="00B05327" w:rsidRDefault="00973260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973260" w:rsidRPr="002E6701" w:rsidTr="00973260">
        <w:trPr>
          <w:trHeight w:val="570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73260" w:rsidRPr="00332BB0" w:rsidRDefault="00973260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01.02.2024 по 31.12.2024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260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1 255,10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3260" w:rsidRPr="00B05327" w:rsidRDefault="00973260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973260" w:rsidRPr="002E6701" w:rsidTr="00973260">
        <w:trPr>
          <w:trHeight w:val="46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руб./свыше 2 до 4</w:t>
            </w:r>
          </w:p>
          <w:p w:rsidR="00973260" w:rsidRPr="00332BB0" w:rsidRDefault="00973260" w:rsidP="00B05327">
            <w:pPr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(включительно)  м3*км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73260" w:rsidRPr="00332BB0" w:rsidRDefault="00973260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01.01.2024 по 31.01.2024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260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1 125,50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3260" w:rsidRPr="00B05327" w:rsidRDefault="00973260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973260" w:rsidRPr="002E6701" w:rsidTr="00973260">
        <w:trPr>
          <w:trHeight w:val="600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73260" w:rsidRPr="00332BB0" w:rsidRDefault="00973260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01.02.2024 по 31.12.2024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260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1 350,60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3260" w:rsidRPr="00B05327" w:rsidRDefault="00973260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973260" w:rsidRPr="002E6701" w:rsidTr="00973260">
        <w:trPr>
          <w:trHeight w:val="318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руб./свыше 4 до 6 (включительно) м3*км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73260" w:rsidRPr="00332BB0" w:rsidRDefault="00973260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01.01.2024 по 31.01.2024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260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1 216,45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3260" w:rsidRPr="00B05327" w:rsidRDefault="00973260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973260" w:rsidRPr="002E6701" w:rsidTr="00973260">
        <w:trPr>
          <w:trHeight w:val="645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73260" w:rsidRPr="00332BB0" w:rsidRDefault="00973260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01.02.2024 по 31.12.2024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260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1 459,74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3260" w:rsidRPr="00B05327" w:rsidRDefault="00973260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973260" w:rsidRPr="002E6701" w:rsidTr="00973260">
        <w:trPr>
          <w:trHeight w:val="302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руб./свыше 6 до 8 (включительно) м3*км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73260" w:rsidRPr="00332BB0" w:rsidRDefault="00973260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01.01.2024 по 31.01.2024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260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1 324,46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3260" w:rsidRPr="00B05327" w:rsidRDefault="00973260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973260" w:rsidRPr="002E6701" w:rsidTr="00973260">
        <w:trPr>
          <w:trHeight w:val="675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973260" w:rsidRPr="00332BB0" w:rsidRDefault="00973260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73260" w:rsidRPr="00332BB0" w:rsidRDefault="00973260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01.02.2024 по 31.12.2024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260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1 589,35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3260" w:rsidRPr="00B05327" w:rsidRDefault="00973260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F0345E" w:rsidRPr="00B05327" w:rsidTr="00B05327">
        <w:trPr>
          <w:trHeight w:val="415"/>
          <w:jc w:val="center"/>
        </w:trPr>
        <w:tc>
          <w:tcPr>
            <w:tcW w:w="9711" w:type="dxa"/>
            <w:gridSpan w:val="6"/>
            <w:shd w:val="clear" w:color="auto" w:fill="auto"/>
            <w:vAlign w:val="center"/>
          </w:tcPr>
          <w:p w:rsidR="00F0345E" w:rsidRPr="00332BB0" w:rsidRDefault="00F0345E" w:rsidP="00F0345E">
            <w:pPr>
              <w:pStyle w:val="aa"/>
              <w:numPr>
                <w:ilvl w:val="0"/>
                <w:numId w:val="40"/>
              </w:num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 xml:space="preserve">Услуги по доставке </w:t>
            </w:r>
            <w:r w:rsidRPr="00332BB0">
              <w:rPr>
                <w:b/>
                <w:bCs/>
                <w:sz w:val="22"/>
                <w:szCs w:val="22"/>
              </w:rPr>
              <w:t>брикетов</w:t>
            </w:r>
            <w:r w:rsidRPr="00332BB0">
              <w:rPr>
                <w:bCs/>
                <w:sz w:val="22"/>
                <w:szCs w:val="22"/>
              </w:rPr>
              <w:t xml:space="preserve"> для населения   </w:t>
            </w:r>
          </w:p>
        </w:tc>
      </w:tr>
      <w:tr w:rsidR="00B05327" w:rsidRPr="002E6701" w:rsidTr="00973260">
        <w:trPr>
          <w:trHeight w:val="332"/>
          <w:jc w:val="center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3.1</w:t>
            </w:r>
          </w:p>
        </w:tc>
        <w:tc>
          <w:tcPr>
            <w:tcW w:w="2447" w:type="dxa"/>
            <w:vMerge w:val="restart"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Стоимость услуги по доставке брикетов для населения с применением коэффициента, равного расстоянию от места погрузки до места выгрузки, выраженному в км</w:t>
            </w:r>
          </w:p>
        </w:tc>
        <w:tc>
          <w:tcPr>
            <w:tcW w:w="2126" w:type="dxa"/>
            <w:vMerge w:val="restart"/>
            <w:vAlign w:val="center"/>
          </w:tcPr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 xml:space="preserve">руб./от  1 до 2 (включительно) </w:t>
            </w:r>
            <w:proofErr w:type="spellStart"/>
            <w:r w:rsidRPr="00332BB0">
              <w:rPr>
                <w:bCs/>
                <w:sz w:val="22"/>
                <w:szCs w:val="22"/>
              </w:rPr>
              <w:t>уп</w:t>
            </w:r>
            <w:proofErr w:type="spellEnd"/>
            <w:r w:rsidRPr="00332BB0">
              <w:rPr>
                <w:bCs/>
                <w:sz w:val="22"/>
                <w:szCs w:val="22"/>
              </w:rPr>
              <w:t>./км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01.01.2024 по 31.01.2024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327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1 250,56</w:t>
            </w:r>
          </w:p>
        </w:tc>
        <w:tc>
          <w:tcPr>
            <w:tcW w:w="1169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327" w:rsidRPr="00B05327" w:rsidRDefault="00B05327" w:rsidP="00B05327">
            <w:pPr>
              <w:jc w:val="center"/>
              <w:rPr>
                <w:bCs/>
                <w:sz w:val="23"/>
                <w:szCs w:val="23"/>
              </w:rPr>
            </w:pPr>
          </w:p>
          <w:p w:rsidR="00B05327" w:rsidRPr="00B05327" w:rsidRDefault="00B05327" w:rsidP="00B05327">
            <w:pPr>
              <w:jc w:val="center"/>
              <w:rPr>
                <w:bCs/>
                <w:sz w:val="23"/>
                <w:szCs w:val="23"/>
              </w:rPr>
            </w:pPr>
          </w:p>
          <w:p w:rsidR="00B05327" w:rsidRPr="00B05327" w:rsidRDefault="00B05327" w:rsidP="00B05327">
            <w:pPr>
              <w:jc w:val="center"/>
              <w:rPr>
                <w:bCs/>
                <w:sz w:val="23"/>
                <w:szCs w:val="23"/>
              </w:rPr>
            </w:pPr>
          </w:p>
          <w:p w:rsidR="00B05327" w:rsidRPr="00B05327" w:rsidRDefault="00B05327" w:rsidP="00B05327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-</w:t>
            </w:r>
          </w:p>
        </w:tc>
      </w:tr>
      <w:tr w:rsidR="00B05327" w:rsidRPr="002E6701" w:rsidTr="00973260">
        <w:trPr>
          <w:trHeight w:val="645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01.02.2024 по 31.12.2024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327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1 500,67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327" w:rsidRPr="00B05327" w:rsidRDefault="00B05327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B05327" w:rsidRPr="002E6701" w:rsidTr="00973260">
        <w:trPr>
          <w:trHeight w:val="197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vAlign w:val="center"/>
          </w:tcPr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руб./свыше 2 до 4</w:t>
            </w:r>
          </w:p>
          <w:p w:rsidR="00B05327" w:rsidRPr="00332BB0" w:rsidRDefault="00B05327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 xml:space="preserve">(включительно)  </w:t>
            </w:r>
            <w:proofErr w:type="spellStart"/>
            <w:r w:rsidRPr="00332BB0">
              <w:rPr>
                <w:bCs/>
                <w:sz w:val="22"/>
                <w:szCs w:val="22"/>
              </w:rPr>
              <w:t>уп</w:t>
            </w:r>
            <w:proofErr w:type="spellEnd"/>
            <w:r w:rsidRPr="00332BB0">
              <w:rPr>
                <w:bCs/>
                <w:sz w:val="22"/>
                <w:szCs w:val="22"/>
              </w:rPr>
              <w:t>./км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01.01.2024 по 31.01.2024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327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1 421,09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327" w:rsidRPr="00B05327" w:rsidRDefault="00B05327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B05327" w:rsidRPr="002E6701" w:rsidTr="00332BB0">
        <w:trPr>
          <w:trHeight w:val="575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01.02.2024 по 31.12.2024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327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1 705,31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327" w:rsidRPr="00B05327" w:rsidRDefault="00B05327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B05327" w:rsidRPr="002E6701" w:rsidTr="00973260">
        <w:trPr>
          <w:trHeight w:val="302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vAlign w:val="center"/>
          </w:tcPr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руб./свыше 4 до 6</w:t>
            </w:r>
          </w:p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(включительно)</w:t>
            </w:r>
          </w:p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332BB0">
              <w:rPr>
                <w:bCs/>
                <w:sz w:val="22"/>
                <w:szCs w:val="22"/>
              </w:rPr>
              <w:t>уп</w:t>
            </w:r>
            <w:proofErr w:type="spellEnd"/>
            <w:r w:rsidRPr="00332BB0">
              <w:rPr>
                <w:bCs/>
                <w:sz w:val="22"/>
                <w:szCs w:val="22"/>
              </w:rPr>
              <w:t>./км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01.01.2024 по 31.01.2024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327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1 534,77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327" w:rsidRPr="00B05327" w:rsidRDefault="00B05327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B05327" w:rsidRPr="002E6701" w:rsidTr="00332BB0">
        <w:trPr>
          <w:trHeight w:val="591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01.02.2024 по 31.12.2024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327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1 841,72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327" w:rsidRPr="00B05327" w:rsidRDefault="00B05327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B05327" w:rsidRPr="002E6701" w:rsidTr="00973260">
        <w:trPr>
          <w:trHeight w:val="257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vAlign w:val="center"/>
          </w:tcPr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руб./свыше 6 до 8</w:t>
            </w:r>
          </w:p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(включительно)</w:t>
            </w:r>
          </w:p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332BB0">
              <w:rPr>
                <w:bCs/>
                <w:sz w:val="22"/>
                <w:szCs w:val="22"/>
              </w:rPr>
              <w:t>уп</w:t>
            </w:r>
            <w:proofErr w:type="spellEnd"/>
            <w:r w:rsidRPr="00332BB0">
              <w:rPr>
                <w:bCs/>
                <w:sz w:val="22"/>
                <w:szCs w:val="22"/>
              </w:rPr>
              <w:t>./км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01.01.2024 по 31.01.2024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327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1 705,31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327" w:rsidRPr="00B05327" w:rsidRDefault="00B05327" w:rsidP="00B05327">
            <w:pPr>
              <w:jc w:val="center"/>
              <w:rPr>
                <w:bCs/>
                <w:sz w:val="23"/>
                <w:szCs w:val="23"/>
              </w:rPr>
            </w:pPr>
          </w:p>
        </w:tc>
      </w:tr>
      <w:tr w:rsidR="00B05327" w:rsidRPr="002E6701" w:rsidTr="00332BB0">
        <w:trPr>
          <w:trHeight w:val="579"/>
          <w:jc w:val="center"/>
        </w:trPr>
        <w:tc>
          <w:tcPr>
            <w:tcW w:w="709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B05327" w:rsidRPr="00332BB0" w:rsidRDefault="00B05327" w:rsidP="00B053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05327" w:rsidRPr="00332BB0" w:rsidRDefault="00B05327" w:rsidP="00B05327">
            <w:pPr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с 01.02.2024 по 31.12.2024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327" w:rsidRPr="00332BB0" w:rsidRDefault="00332BB0" w:rsidP="00B05327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2 046,37</w:t>
            </w:r>
          </w:p>
        </w:tc>
        <w:tc>
          <w:tcPr>
            <w:tcW w:w="116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327" w:rsidRPr="002E6701" w:rsidRDefault="00B05327" w:rsidP="00B05327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BB2627" w:rsidRDefault="00307E3C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B2627" w:rsidRPr="00645285" w:rsidRDefault="00BB2627" w:rsidP="00BB2627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645285">
        <w:rPr>
          <w:sz w:val="26"/>
          <w:szCs w:val="26"/>
        </w:rPr>
        <w:t xml:space="preserve">риложение № </w:t>
      </w:r>
      <w:r>
        <w:rPr>
          <w:sz w:val="26"/>
          <w:szCs w:val="26"/>
        </w:rPr>
        <w:t>6</w:t>
      </w:r>
    </w:p>
    <w:p w:rsidR="00BB2627" w:rsidRPr="00645285" w:rsidRDefault="00BB2627" w:rsidP="00BB2627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к постановлению Администрации</w:t>
      </w:r>
    </w:p>
    <w:p w:rsidR="00BB2627" w:rsidRPr="00645285" w:rsidRDefault="00BB2627" w:rsidP="00BB2627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Заполярного района</w:t>
      </w:r>
    </w:p>
    <w:p w:rsidR="00BB2627" w:rsidRDefault="00BB2627" w:rsidP="00BB2627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 xml:space="preserve">от </w:t>
      </w:r>
      <w:r>
        <w:rPr>
          <w:sz w:val="26"/>
          <w:szCs w:val="26"/>
        </w:rPr>
        <w:t>29.12.2023</w:t>
      </w:r>
      <w:r w:rsidRPr="00645285">
        <w:rPr>
          <w:sz w:val="26"/>
          <w:szCs w:val="26"/>
        </w:rPr>
        <w:t xml:space="preserve"> № </w:t>
      </w:r>
      <w:r>
        <w:rPr>
          <w:sz w:val="26"/>
          <w:szCs w:val="26"/>
        </w:rPr>
        <w:t>433</w:t>
      </w:r>
      <w:r w:rsidRPr="00645285">
        <w:rPr>
          <w:sz w:val="26"/>
          <w:szCs w:val="26"/>
        </w:rPr>
        <w:t>п</w:t>
      </w:r>
    </w:p>
    <w:p w:rsidR="00BB2627" w:rsidRDefault="00BB2627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</w:p>
    <w:p w:rsidR="00973260" w:rsidRDefault="00973260" w:rsidP="00973260">
      <w:pPr>
        <w:jc w:val="right"/>
        <w:rPr>
          <w:sz w:val="26"/>
          <w:szCs w:val="26"/>
        </w:rPr>
      </w:pPr>
      <w:r>
        <w:rPr>
          <w:sz w:val="26"/>
          <w:szCs w:val="26"/>
        </w:rPr>
        <w:t>с НДС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3827"/>
        <w:gridCol w:w="1275"/>
        <w:gridCol w:w="1544"/>
        <w:gridCol w:w="13"/>
        <w:gridCol w:w="1989"/>
      </w:tblGrid>
      <w:tr w:rsidR="00973260" w:rsidRPr="00036B32" w:rsidTr="007374F8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 xml:space="preserve">№ </w:t>
            </w:r>
            <w:r w:rsidRPr="00332BB0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 xml:space="preserve">Наименование </w:t>
            </w:r>
            <w:r w:rsidRPr="00332BB0">
              <w:rPr>
                <w:sz w:val="22"/>
                <w:szCs w:val="22"/>
              </w:rPr>
              <w:br/>
              <w:t>услуги (работы)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Ед.</w:t>
            </w:r>
            <w:r w:rsidRPr="00332BB0">
              <w:rPr>
                <w:sz w:val="22"/>
                <w:szCs w:val="22"/>
              </w:rPr>
              <w:br/>
              <w:t>изм.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Тариф для населения и органов местного самоуправления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Тариф для прочих потребителей</w:t>
            </w:r>
          </w:p>
        </w:tc>
      </w:tr>
      <w:tr w:rsidR="00973260" w:rsidRPr="00036B32" w:rsidTr="007374F8">
        <w:trPr>
          <w:trHeight w:val="70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3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outlineLvl w:val="0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5</w:t>
            </w:r>
          </w:p>
        </w:tc>
      </w:tr>
      <w:tr w:rsidR="00973260" w:rsidRPr="00036B32" w:rsidTr="007374F8">
        <w:trPr>
          <w:trHeight w:val="700"/>
        </w:trPr>
        <w:tc>
          <w:tcPr>
            <w:tcW w:w="9781" w:type="dxa"/>
            <w:gridSpan w:val="6"/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b/>
                <w:bCs/>
                <w:sz w:val="22"/>
                <w:szCs w:val="22"/>
              </w:rPr>
            </w:pPr>
            <w:r w:rsidRPr="00332BB0">
              <w:rPr>
                <w:b/>
                <w:bCs/>
                <w:sz w:val="22"/>
                <w:szCs w:val="22"/>
              </w:rPr>
              <w:t>Тарифы, установленные в соответствии с постановлением</w:t>
            </w:r>
          </w:p>
          <w:p w:rsidR="005E6DEC" w:rsidRDefault="00973260" w:rsidP="007374F8">
            <w:pPr>
              <w:jc w:val="center"/>
              <w:rPr>
                <w:b/>
                <w:bCs/>
                <w:sz w:val="22"/>
                <w:szCs w:val="22"/>
              </w:rPr>
            </w:pPr>
            <w:r w:rsidRPr="00332BB0">
              <w:rPr>
                <w:b/>
                <w:bCs/>
                <w:sz w:val="22"/>
                <w:szCs w:val="22"/>
              </w:rPr>
              <w:t>Администрации муниципального района «Заполярный район»</w:t>
            </w:r>
            <w:r w:rsidR="005E6DEC">
              <w:rPr>
                <w:b/>
                <w:bCs/>
                <w:sz w:val="22"/>
                <w:szCs w:val="22"/>
              </w:rPr>
              <w:t xml:space="preserve"> </w:t>
            </w:r>
          </w:p>
          <w:p w:rsidR="00973260" w:rsidRPr="00332BB0" w:rsidRDefault="00973260" w:rsidP="007374F8">
            <w:pPr>
              <w:jc w:val="center"/>
              <w:rPr>
                <w:b/>
                <w:bCs/>
                <w:sz w:val="22"/>
                <w:szCs w:val="22"/>
              </w:rPr>
            </w:pPr>
            <w:r w:rsidRPr="00332BB0">
              <w:rPr>
                <w:b/>
                <w:bCs/>
                <w:sz w:val="22"/>
                <w:szCs w:val="22"/>
              </w:rPr>
              <w:t xml:space="preserve"> Ненецкого автономного округа</w:t>
            </w:r>
          </w:p>
          <w:p w:rsidR="00973260" w:rsidRPr="00332BB0" w:rsidRDefault="00973260" w:rsidP="007374F8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/>
                <w:bCs/>
                <w:sz w:val="22"/>
                <w:szCs w:val="22"/>
              </w:rPr>
              <w:t>от 01.02.2018 № 22п</w:t>
            </w:r>
          </w:p>
        </w:tc>
      </w:tr>
      <w:tr w:rsidR="00973260" w:rsidRPr="00036B32" w:rsidTr="007374F8">
        <w:trPr>
          <w:trHeight w:val="325"/>
        </w:trPr>
        <w:tc>
          <w:tcPr>
            <w:tcW w:w="9781" w:type="dxa"/>
            <w:gridSpan w:val="6"/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 xml:space="preserve">1. Услуги по уличному освещению  </w:t>
            </w:r>
          </w:p>
        </w:tc>
      </w:tr>
      <w:tr w:rsidR="00973260" w:rsidRPr="00036B32" w:rsidTr="007374F8">
        <w:trPr>
          <w:trHeight w:val="1306"/>
        </w:trPr>
        <w:tc>
          <w:tcPr>
            <w:tcW w:w="1133" w:type="dxa"/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1.1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Стоимость услуги по установке одного светодиодного светильника уличного освещения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руб.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10 842,66</w:t>
            </w:r>
          </w:p>
        </w:tc>
        <w:tc>
          <w:tcPr>
            <w:tcW w:w="20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-</w:t>
            </w:r>
          </w:p>
        </w:tc>
      </w:tr>
      <w:tr w:rsidR="00973260" w:rsidRPr="00036B32" w:rsidTr="007374F8">
        <w:trPr>
          <w:trHeight w:val="1562"/>
        </w:trPr>
        <w:tc>
          <w:tcPr>
            <w:tcW w:w="1133" w:type="dxa"/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Стоимость услуги по замене одного светильника уличного освещения на светодиодный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руб.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12 020,22</w:t>
            </w:r>
          </w:p>
        </w:tc>
        <w:tc>
          <w:tcPr>
            <w:tcW w:w="20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-</w:t>
            </w:r>
          </w:p>
        </w:tc>
      </w:tr>
      <w:tr w:rsidR="00973260" w:rsidRPr="00036B32" w:rsidTr="007374F8">
        <w:trPr>
          <w:trHeight w:val="1257"/>
        </w:trPr>
        <w:tc>
          <w:tcPr>
            <w:tcW w:w="1133" w:type="dxa"/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1.3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sz w:val="22"/>
                <w:szCs w:val="22"/>
              </w:rPr>
            </w:pPr>
            <w:r w:rsidRPr="00332BB0">
              <w:rPr>
                <w:sz w:val="22"/>
                <w:szCs w:val="22"/>
              </w:rPr>
              <w:t>Стоимость услуги по установке одной опоры и монтажу провода для уличного освещения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руб.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41 160,94</w:t>
            </w:r>
          </w:p>
        </w:tc>
        <w:tc>
          <w:tcPr>
            <w:tcW w:w="200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3260" w:rsidRPr="00332BB0" w:rsidRDefault="00973260" w:rsidP="007374F8">
            <w:pPr>
              <w:jc w:val="center"/>
              <w:rPr>
                <w:bCs/>
                <w:sz w:val="22"/>
                <w:szCs w:val="22"/>
              </w:rPr>
            </w:pPr>
            <w:r w:rsidRPr="00332BB0">
              <w:rPr>
                <w:bCs/>
                <w:sz w:val="22"/>
                <w:szCs w:val="22"/>
              </w:rPr>
              <w:t>-</w:t>
            </w:r>
          </w:p>
        </w:tc>
      </w:tr>
    </w:tbl>
    <w:p w:rsidR="00FD1B42" w:rsidRPr="00AC3D03" w:rsidRDefault="00973260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="00A1126B" w:rsidRPr="00AC3D03">
        <w:rPr>
          <w:sz w:val="28"/>
          <w:szCs w:val="28"/>
        </w:rPr>
        <w:t>».</w:t>
      </w:r>
    </w:p>
    <w:p w:rsidR="0087095A" w:rsidRPr="0087095A" w:rsidRDefault="0087095A" w:rsidP="0087095A">
      <w:pPr>
        <w:ind w:firstLine="709"/>
        <w:jc w:val="both"/>
        <w:rPr>
          <w:sz w:val="28"/>
          <w:szCs w:val="28"/>
        </w:rPr>
      </w:pPr>
      <w:r w:rsidRPr="0087095A">
        <w:rPr>
          <w:sz w:val="28"/>
          <w:szCs w:val="28"/>
        </w:rPr>
        <w:t>2.   Настоящее постановление вступает в силу с 01.0</w:t>
      </w:r>
      <w:r w:rsidR="005C262F">
        <w:rPr>
          <w:sz w:val="28"/>
          <w:szCs w:val="28"/>
        </w:rPr>
        <w:t>1</w:t>
      </w:r>
      <w:r w:rsidRPr="0087095A">
        <w:rPr>
          <w:sz w:val="28"/>
          <w:szCs w:val="28"/>
        </w:rPr>
        <w:t>.202</w:t>
      </w:r>
      <w:r w:rsidR="00037696">
        <w:rPr>
          <w:sz w:val="28"/>
          <w:szCs w:val="28"/>
        </w:rPr>
        <w:t>4</w:t>
      </w:r>
      <w:r w:rsidRPr="0087095A">
        <w:rPr>
          <w:sz w:val="28"/>
          <w:szCs w:val="28"/>
        </w:rPr>
        <w:t>.</w:t>
      </w:r>
    </w:p>
    <w:p w:rsidR="00787344" w:rsidRPr="00AC3D03" w:rsidRDefault="0087095A" w:rsidP="0087095A">
      <w:pPr>
        <w:ind w:firstLine="709"/>
        <w:jc w:val="both"/>
        <w:rPr>
          <w:sz w:val="28"/>
          <w:szCs w:val="28"/>
        </w:rPr>
      </w:pPr>
      <w:r w:rsidRPr="0087095A">
        <w:rPr>
          <w:sz w:val="28"/>
          <w:szCs w:val="28"/>
        </w:rPr>
        <w:t>3.   Настоящее постановление подлежит официальному опубликованию.</w:t>
      </w:r>
    </w:p>
    <w:p w:rsidR="00787344" w:rsidRDefault="00787344" w:rsidP="00787344">
      <w:pPr>
        <w:jc w:val="both"/>
        <w:rPr>
          <w:sz w:val="28"/>
          <w:szCs w:val="28"/>
        </w:rPr>
      </w:pPr>
    </w:p>
    <w:p w:rsidR="0087095A" w:rsidRPr="00AC3D03" w:rsidRDefault="0087095A" w:rsidP="00787344">
      <w:pPr>
        <w:jc w:val="both"/>
        <w:rPr>
          <w:sz w:val="28"/>
          <w:szCs w:val="28"/>
        </w:rPr>
      </w:pPr>
    </w:p>
    <w:p w:rsidR="005427D8" w:rsidRPr="00AC3D03" w:rsidRDefault="005427D8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AC3D03" w:rsidTr="00787344">
        <w:tc>
          <w:tcPr>
            <w:tcW w:w="4785" w:type="dxa"/>
            <w:hideMark/>
          </w:tcPr>
          <w:p w:rsidR="00787344" w:rsidRPr="00AC3D03" w:rsidRDefault="00702B22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Г</w:t>
            </w:r>
            <w:r w:rsidR="00787344" w:rsidRPr="00AC3D03">
              <w:rPr>
                <w:sz w:val="28"/>
                <w:szCs w:val="28"/>
              </w:rPr>
              <w:t>лав</w:t>
            </w:r>
            <w:r w:rsidRPr="00AC3D03">
              <w:rPr>
                <w:sz w:val="28"/>
                <w:szCs w:val="28"/>
              </w:rPr>
              <w:t>а</w:t>
            </w:r>
            <w:r w:rsidR="00787344" w:rsidRPr="00AC3D03">
              <w:rPr>
                <w:sz w:val="28"/>
                <w:szCs w:val="28"/>
              </w:rPr>
              <w:t xml:space="preserve"> Администрации</w:t>
            </w:r>
          </w:p>
          <w:p w:rsidR="00787344" w:rsidRPr="00AC3D03" w:rsidRDefault="00787344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7A2A27" w:rsidRDefault="007A2A27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87095A" w:rsidP="008709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702B22" w:rsidRPr="00AC3D03">
              <w:rPr>
                <w:sz w:val="28"/>
                <w:szCs w:val="28"/>
              </w:rPr>
              <w:t>Н</w:t>
            </w:r>
            <w:r w:rsidR="00787344" w:rsidRPr="00AC3D03">
              <w:rPr>
                <w:sz w:val="28"/>
                <w:szCs w:val="28"/>
              </w:rPr>
              <w:t>.</w:t>
            </w:r>
            <w:r w:rsidR="00702B22" w:rsidRPr="00AC3D03">
              <w:rPr>
                <w:sz w:val="28"/>
                <w:szCs w:val="28"/>
              </w:rPr>
              <w:t>Л</w:t>
            </w:r>
            <w:r w:rsidR="00787344" w:rsidRPr="00AC3D03">
              <w:rPr>
                <w:sz w:val="28"/>
                <w:szCs w:val="28"/>
              </w:rPr>
              <w:t>.</w:t>
            </w:r>
            <w:r w:rsidR="003953D8" w:rsidRPr="00AC3D03">
              <w:rPr>
                <w:sz w:val="28"/>
                <w:szCs w:val="28"/>
              </w:rPr>
              <w:t xml:space="preserve"> </w:t>
            </w:r>
            <w:r w:rsidR="00702B22" w:rsidRPr="00AC3D03">
              <w:rPr>
                <w:sz w:val="28"/>
                <w:szCs w:val="28"/>
              </w:rPr>
              <w:t>Михайлова</w:t>
            </w:r>
          </w:p>
        </w:tc>
      </w:tr>
    </w:tbl>
    <w:p w:rsidR="007D5CBF" w:rsidRPr="00AC3D03" w:rsidRDefault="007D5CBF" w:rsidP="003976CA">
      <w:pPr>
        <w:jc w:val="right"/>
        <w:rPr>
          <w:sz w:val="28"/>
          <w:szCs w:val="28"/>
        </w:rPr>
      </w:pPr>
    </w:p>
    <w:p w:rsidR="00AC3D03" w:rsidRDefault="00AC3D03" w:rsidP="003976CA">
      <w:pPr>
        <w:jc w:val="right"/>
        <w:rPr>
          <w:sz w:val="26"/>
          <w:szCs w:val="26"/>
        </w:rPr>
      </w:pPr>
    </w:p>
    <w:sectPr w:rsidR="00AC3D03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0C4" w:rsidRDefault="00C960C4">
      <w:r>
        <w:separator/>
      </w:r>
    </w:p>
  </w:endnote>
  <w:endnote w:type="continuationSeparator" w:id="0">
    <w:p w:rsidR="00C960C4" w:rsidRDefault="00C96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0C4" w:rsidRDefault="00C960C4">
      <w:r>
        <w:separator/>
      </w:r>
    </w:p>
  </w:footnote>
  <w:footnote w:type="continuationSeparator" w:id="0">
    <w:p w:rsidR="00C960C4" w:rsidRDefault="00C96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1779F"/>
    <w:rsid w:val="00037696"/>
    <w:rsid w:val="00086E49"/>
    <w:rsid w:val="000942CD"/>
    <w:rsid w:val="00095D99"/>
    <w:rsid w:val="000B55BC"/>
    <w:rsid w:val="000C06DA"/>
    <w:rsid w:val="000C3D45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463B"/>
    <w:rsid w:val="001630CC"/>
    <w:rsid w:val="00163CEE"/>
    <w:rsid w:val="00167519"/>
    <w:rsid w:val="00170333"/>
    <w:rsid w:val="00170BC2"/>
    <w:rsid w:val="001952D1"/>
    <w:rsid w:val="001A1359"/>
    <w:rsid w:val="001D5E34"/>
    <w:rsid w:val="001E6FA1"/>
    <w:rsid w:val="0021034E"/>
    <w:rsid w:val="002233A4"/>
    <w:rsid w:val="00227A7C"/>
    <w:rsid w:val="002571AC"/>
    <w:rsid w:val="00257444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F7F"/>
    <w:rsid w:val="00307E3C"/>
    <w:rsid w:val="003316FE"/>
    <w:rsid w:val="00332BB0"/>
    <w:rsid w:val="003664CA"/>
    <w:rsid w:val="003675F5"/>
    <w:rsid w:val="00375BF8"/>
    <w:rsid w:val="003767C8"/>
    <w:rsid w:val="00384C6E"/>
    <w:rsid w:val="003953D8"/>
    <w:rsid w:val="00395F68"/>
    <w:rsid w:val="003976CA"/>
    <w:rsid w:val="003A0043"/>
    <w:rsid w:val="003A3DB5"/>
    <w:rsid w:val="003D4FA0"/>
    <w:rsid w:val="003E2BC1"/>
    <w:rsid w:val="003E59E6"/>
    <w:rsid w:val="003F4817"/>
    <w:rsid w:val="003F6AAD"/>
    <w:rsid w:val="00432935"/>
    <w:rsid w:val="00457828"/>
    <w:rsid w:val="00461FF7"/>
    <w:rsid w:val="0047274A"/>
    <w:rsid w:val="00482F3B"/>
    <w:rsid w:val="004B1F68"/>
    <w:rsid w:val="004C144B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90F98"/>
    <w:rsid w:val="00595A53"/>
    <w:rsid w:val="005A0B63"/>
    <w:rsid w:val="005A166A"/>
    <w:rsid w:val="005A619E"/>
    <w:rsid w:val="005B0E7B"/>
    <w:rsid w:val="005C262F"/>
    <w:rsid w:val="005E5618"/>
    <w:rsid w:val="005E6DEC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80190"/>
    <w:rsid w:val="006A37A9"/>
    <w:rsid w:val="006C7195"/>
    <w:rsid w:val="006D437B"/>
    <w:rsid w:val="006D794C"/>
    <w:rsid w:val="006E533B"/>
    <w:rsid w:val="006F3819"/>
    <w:rsid w:val="006F62F0"/>
    <w:rsid w:val="00702B22"/>
    <w:rsid w:val="00714620"/>
    <w:rsid w:val="0075136D"/>
    <w:rsid w:val="00751F5F"/>
    <w:rsid w:val="007523B3"/>
    <w:rsid w:val="00756312"/>
    <w:rsid w:val="00764086"/>
    <w:rsid w:val="007701B4"/>
    <w:rsid w:val="00773ED8"/>
    <w:rsid w:val="00787344"/>
    <w:rsid w:val="00794F29"/>
    <w:rsid w:val="007A2A27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37F22"/>
    <w:rsid w:val="008413CF"/>
    <w:rsid w:val="008428AD"/>
    <w:rsid w:val="0085182E"/>
    <w:rsid w:val="0085204E"/>
    <w:rsid w:val="00856148"/>
    <w:rsid w:val="0087095A"/>
    <w:rsid w:val="00870EB0"/>
    <w:rsid w:val="008806B4"/>
    <w:rsid w:val="00881C24"/>
    <w:rsid w:val="008D1D8C"/>
    <w:rsid w:val="009039A5"/>
    <w:rsid w:val="009249E8"/>
    <w:rsid w:val="009300CC"/>
    <w:rsid w:val="00947DAF"/>
    <w:rsid w:val="00952B89"/>
    <w:rsid w:val="00953719"/>
    <w:rsid w:val="00956AF9"/>
    <w:rsid w:val="009635B5"/>
    <w:rsid w:val="009641CC"/>
    <w:rsid w:val="00971829"/>
    <w:rsid w:val="00972CBC"/>
    <w:rsid w:val="00973260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4283E"/>
    <w:rsid w:val="00A61A0A"/>
    <w:rsid w:val="00A62700"/>
    <w:rsid w:val="00A751C0"/>
    <w:rsid w:val="00AA643D"/>
    <w:rsid w:val="00AB07CB"/>
    <w:rsid w:val="00AB24B2"/>
    <w:rsid w:val="00AB284A"/>
    <w:rsid w:val="00AB2A97"/>
    <w:rsid w:val="00AC26AA"/>
    <w:rsid w:val="00AC3D03"/>
    <w:rsid w:val="00AD1962"/>
    <w:rsid w:val="00AD4238"/>
    <w:rsid w:val="00AD53F0"/>
    <w:rsid w:val="00AE660E"/>
    <w:rsid w:val="00AF3C46"/>
    <w:rsid w:val="00B05327"/>
    <w:rsid w:val="00B241F3"/>
    <w:rsid w:val="00B87062"/>
    <w:rsid w:val="00B9094D"/>
    <w:rsid w:val="00B9165F"/>
    <w:rsid w:val="00B958B2"/>
    <w:rsid w:val="00BA2F7B"/>
    <w:rsid w:val="00BA3347"/>
    <w:rsid w:val="00BA42FF"/>
    <w:rsid w:val="00BB1B20"/>
    <w:rsid w:val="00BB1BC4"/>
    <w:rsid w:val="00BB2627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35820"/>
    <w:rsid w:val="00C50A0E"/>
    <w:rsid w:val="00C52FD8"/>
    <w:rsid w:val="00C65B62"/>
    <w:rsid w:val="00C7392A"/>
    <w:rsid w:val="00C80C19"/>
    <w:rsid w:val="00C918B5"/>
    <w:rsid w:val="00C960C4"/>
    <w:rsid w:val="00CD03BA"/>
    <w:rsid w:val="00CD792C"/>
    <w:rsid w:val="00D067FA"/>
    <w:rsid w:val="00D0795B"/>
    <w:rsid w:val="00D2142A"/>
    <w:rsid w:val="00D21DE2"/>
    <w:rsid w:val="00D22187"/>
    <w:rsid w:val="00D43835"/>
    <w:rsid w:val="00D50943"/>
    <w:rsid w:val="00D70FD9"/>
    <w:rsid w:val="00D71A1A"/>
    <w:rsid w:val="00D92BD4"/>
    <w:rsid w:val="00D94D80"/>
    <w:rsid w:val="00D95A3B"/>
    <w:rsid w:val="00DA35AE"/>
    <w:rsid w:val="00DA36F7"/>
    <w:rsid w:val="00DA4BCF"/>
    <w:rsid w:val="00DB5A7F"/>
    <w:rsid w:val="00DF07BA"/>
    <w:rsid w:val="00DF3191"/>
    <w:rsid w:val="00E3229F"/>
    <w:rsid w:val="00E55885"/>
    <w:rsid w:val="00E56EB4"/>
    <w:rsid w:val="00E60DA0"/>
    <w:rsid w:val="00E662F3"/>
    <w:rsid w:val="00E70CF3"/>
    <w:rsid w:val="00E86BEB"/>
    <w:rsid w:val="00E954D9"/>
    <w:rsid w:val="00E97DBB"/>
    <w:rsid w:val="00EA7D5C"/>
    <w:rsid w:val="00EB2D31"/>
    <w:rsid w:val="00ED36EC"/>
    <w:rsid w:val="00ED4BCC"/>
    <w:rsid w:val="00ED5EC2"/>
    <w:rsid w:val="00ED7A0A"/>
    <w:rsid w:val="00EE524E"/>
    <w:rsid w:val="00EE62C1"/>
    <w:rsid w:val="00F0345E"/>
    <w:rsid w:val="00F14F3B"/>
    <w:rsid w:val="00F17287"/>
    <w:rsid w:val="00F369D7"/>
    <w:rsid w:val="00F43C61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169D9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DEA74-2225-4CA4-B015-CE528616B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4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2022-12-28T13:51:00Z</cp:lastPrinted>
  <dcterms:created xsi:type="dcterms:W3CDTF">2024-01-26T08:03:00Z</dcterms:created>
  <dcterms:modified xsi:type="dcterms:W3CDTF">2024-01-26T08:03:00Z</dcterms:modified>
</cp:coreProperties>
</file>